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A1994" w14:textId="77777777" w:rsidR="00F560CC" w:rsidRPr="00892770" w:rsidRDefault="00F560CC" w:rsidP="00F560CC">
      <w:pPr>
        <w:jc w:val="right"/>
        <w:rPr>
          <w:rFonts w:asciiTheme="minorHAnsi" w:hAnsiTheme="minorHAnsi" w:cstheme="minorHAnsi"/>
        </w:rPr>
      </w:pPr>
      <w:r w:rsidRPr="00892770">
        <w:rPr>
          <w:rFonts w:asciiTheme="minorHAnsi" w:hAnsiTheme="minorHAnsi" w:cstheme="minorHAnsi"/>
        </w:rPr>
        <w:t>Příloha č. 4 Výzvy – Krycí list</w:t>
      </w:r>
    </w:p>
    <w:p w14:paraId="7A242B36" w14:textId="77777777" w:rsidR="00F560CC" w:rsidRPr="00F56117" w:rsidRDefault="00F560CC" w:rsidP="00F560CC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14:paraId="589ABEC3" w14:textId="77777777" w:rsidR="00F560CC" w:rsidRDefault="00F560CC" w:rsidP="00F560CC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F560CC" w14:paraId="42FC7D16" w14:textId="77777777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951A54" w14:textId="77777777" w:rsidR="00F560CC" w:rsidRDefault="00F560CC" w:rsidP="001E7C51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FDA0A" w14:textId="0295F150" w:rsidR="00F560CC" w:rsidRPr="00B82E5C" w:rsidRDefault="00F560CC" w:rsidP="001E7C51">
            <w:pPr>
              <w:spacing w:before="40" w:after="40" w:line="264" w:lineRule="auto"/>
              <w:jc w:val="both"/>
            </w:pPr>
            <w:r w:rsidRPr="00EE7EB2">
              <w:rPr>
                <w:b/>
                <w:iCs/>
              </w:rPr>
              <w:t>U</w:t>
            </w:r>
            <w:r>
              <w:rPr>
                <w:b/>
                <w:iCs/>
              </w:rPr>
              <w:t>K-</w:t>
            </w:r>
            <w:proofErr w:type="gramStart"/>
            <w:r>
              <w:rPr>
                <w:b/>
                <w:iCs/>
              </w:rPr>
              <w:t xml:space="preserve">LF3- </w:t>
            </w:r>
            <w:r w:rsidR="002B0F3F">
              <w:rPr>
                <w:b/>
                <w:iCs/>
              </w:rPr>
              <w:t>KA08</w:t>
            </w:r>
            <w:proofErr w:type="gramEnd"/>
            <w:r w:rsidR="002B0F3F">
              <w:rPr>
                <w:b/>
                <w:iCs/>
              </w:rPr>
              <w:t>.2.01 Dodávka kamery</w:t>
            </w:r>
          </w:p>
        </w:tc>
      </w:tr>
      <w:tr w:rsidR="00F560CC" w14:paraId="7E682BE0" w14:textId="77777777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578B75" w14:textId="77777777"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DF8E0" w14:textId="77777777"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14:paraId="1991561C" w14:textId="77777777"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14:paraId="77A13481" w14:textId="77777777"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F560CC" w14:paraId="2013FB6A" w14:textId="77777777" w:rsidTr="001E7C51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6829AE" w14:textId="77777777" w:rsidR="00F560CC" w:rsidRDefault="00F560CC" w:rsidP="001E7C51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>Identifikační údaje účastníka:</w:t>
            </w:r>
          </w:p>
        </w:tc>
      </w:tr>
      <w:tr w:rsidR="00F560CC" w14:paraId="3A34D7AC" w14:textId="77777777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0C715" w14:textId="77777777"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24598" w14:textId="77777777" w:rsidR="00F560CC" w:rsidRPr="00EE7EB2" w:rsidRDefault="00F560CC" w:rsidP="001E7C51">
            <w:pPr>
              <w:spacing w:before="40" w:after="40" w:line="264" w:lineRule="auto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14:paraId="1252B3AF" w14:textId="77777777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2BA34" w14:textId="77777777"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E12C3" w14:textId="77777777"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14:paraId="7C20693F" w14:textId="77777777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4092F" w14:textId="77777777"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103ED" w14:textId="77777777"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14:paraId="3D7FE466" w14:textId="77777777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72810A" w14:textId="77777777"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D0684" w14:textId="77777777"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14:paraId="640570A6" w14:textId="77777777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6A03EE" w14:textId="77777777"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5AA5C" w14:textId="77777777"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14:paraId="7F33969E" w14:textId="77777777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F796E" w14:textId="77777777"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244BB" w14:textId="77777777"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14:paraId="2F27B640" w14:textId="77777777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261FAF" w14:textId="77777777"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A792E" w14:textId="77777777"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14:paraId="2187753E" w14:textId="77777777" w:rsidR="00F560CC" w:rsidRDefault="00F560CC" w:rsidP="00F560CC">
      <w:pPr>
        <w:autoSpaceDE w:val="0"/>
        <w:spacing w:before="40" w:after="40" w:line="264" w:lineRule="auto"/>
        <w:rPr>
          <w:rFonts w:cs="Calibri"/>
          <w:b/>
          <w:bCs/>
        </w:rPr>
      </w:pPr>
    </w:p>
    <w:p w14:paraId="64A983A5" w14:textId="77777777" w:rsidR="00F560CC" w:rsidRDefault="00F560CC" w:rsidP="00F560CC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F560CC" w14:paraId="7BC226B9" w14:textId="77777777" w:rsidTr="001E7C51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62C2CA7" w14:textId="77777777" w:rsidR="00F560CC" w:rsidRDefault="00F560CC" w:rsidP="001E7C51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7B9E918" w14:textId="77777777" w:rsidR="00F560CC" w:rsidRDefault="00F560CC" w:rsidP="001E7C51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3230232C" w14:textId="77777777" w:rsidR="00F560CC" w:rsidRDefault="00F560CC" w:rsidP="001E7C51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F560CC" w14:paraId="1E72D9CA" w14:textId="77777777" w:rsidTr="001E7C51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2547BF2" w14:textId="77777777" w:rsidR="00F560CC" w:rsidRDefault="00F560CC" w:rsidP="001E7C51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>Nabídková cenu za 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23CCC0" w14:textId="77777777" w:rsidR="00F560CC" w:rsidRDefault="00F560CC" w:rsidP="001E7C51">
            <w:pPr>
              <w:spacing w:before="40" w:after="40" w:line="264" w:lineRule="auto"/>
              <w:jc w:val="center"/>
            </w:pPr>
            <w:r w:rsidRPr="00EE7EB2">
              <w:rPr>
                <w:rFonts w:cs="Calibri"/>
                <w:b/>
                <w:bCs/>
                <w:highlight w:val="yellow"/>
              </w:rPr>
              <w:t>.............................</w:t>
            </w:r>
            <w:r w:rsidRPr="00EE7EB2">
              <w:rPr>
                <w:rFonts w:cs="Calibri"/>
                <w:b/>
                <w:bCs/>
                <w:color w:val="FFFFFF"/>
                <w:highlight w:val="yellow"/>
              </w:rPr>
              <w:t>.</w:t>
            </w:r>
          </w:p>
        </w:tc>
      </w:tr>
    </w:tbl>
    <w:p w14:paraId="3719CD69" w14:textId="77777777" w:rsidR="00F560CC" w:rsidRDefault="00F560CC" w:rsidP="00F560CC">
      <w:pPr>
        <w:autoSpaceDE w:val="0"/>
        <w:spacing w:before="40" w:after="40"/>
        <w:rPr>
          <w:rFonts w:cs="Calibri"/>
          <w:b/>
          <w:bCs/>
        </w:rPr>
      </w:pPr>
    </w:p>
    <w:p w14:paraId="73EA035E" w14:textId="77777777"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14:paraId="73901F43" w14:textId="77777777"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14:paraId="7B0C3FC1" w14:textId="77777777"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dodávku zboží je stanovena jako maximální a její překročení je nepřípustné,</w:t>
      </w:r>
    </w:p>
    <w:p w14:paraId="1FF6B70B" w14:textId="77777777" w:rsidR="00F560CC" w:rsidRPr="00AE617D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</w:t>
      </w:r>
      <w:proofErr w:type="gramStart"/>
      <w:r>
        <w:rPr>
          <w:rFonts w:cs="Calibri"/>
        </w:rPr>
        <w:t>smlouvy - veřejné</w:t>
      </w:r>
      <w:proofErr w:type="gramEnd"/>
      <w:r>
        <w:rPr>
          <w:rFonts w:cs="Calibri"/>
        </w:rPr>
        <w:t xml:space="preserve"> zakázky, </w:t>
      </w:r>
      <w:proofErr w:type="spellStart"/>
      <w:r>
        <w:rPr>
          <w:rFonts w:cs="Calibri"/>
        </w:rPr>
        <w:t>t.j.i</w:t>
      </w:r>
      <w:proofErr w:type="spellEnd"/>
      <w:r>
        <w:rPr>
          <w:rFonts w:cs="Calibri"/>
        </w:rPr>
        <w:t xml:space="preserve"> ocenění činností, dodávek a souvisejících výkonů, které nejsou v nabídce výslovně uvedeny.</w:t>
      </w:r>
    </w:p>
    <w:p w14:paraId="56D8D213" w14:textId="77777777"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14:paraId="56FFFBC4" w14:textId="77777777" w:rsidR="00A433D2" w:rsidRDefault="00A433D2" w:rsidP="00F560CC">
      <w:pPr>
        <w:autoSpaceDE w:val="0"/>
        <w:spacing w:before="40" w:after="40"/>
        <w:rPr>
          <w:rFonts w:cs="Calibri"/>
          <w:b/>
          <w:bCs/>
        </w:rPr>
      </w:pPr>
    </w:p>
    <w:p w14:paraId="356A7861" w14:textId="77777777" w:rsidR="00A433D2" w:rsidRDefault="00A433D2" w:rsidP="00F560CC">
      <w:pPr>
        <w:autoSpaceDE w:val="0"/>
        <w:spacing w:before="40" w:after="40"/>
        <w:rPr>
          <w:rFonts w:cs="Calibri"/>
          <w:b/>
          <w:bCs/>
        </w:rPr>
      </w:pPr>
    </w:p>
    <w:p w14:paraId="5098E379" w14:textId="77777777" w:rsidR="00A433D2" w:rsidRDefault="00A433D2" w:rsidP="00F560CC">
      <w:pPr>
        <w:autoSpaceDE w:val="0"/>
        <w:spacing w:before="40" w:after="40"/>
        <w:rPr>
          <w:rFonts w:cs="Calibri"/>
          <w:b/>
          <w:bCs/>
        </w:rPr>
      </w:pPr>
    </w:p>
    <w:p w14:paraId="145B88AE" w14:textId="77777777"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lastRenderedPageBreak/>
        <w:t>Čestné prohlášení o zpracování nabídky:</w:t>
      </w:r>
    </w:p>
    <w:p w14:paraId="16972805" w14:textId="77777777"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účastník, osoba jemu blízká, ani žádný jeho zaměstnanec, ani poddodavatel účastníka, osoba jemu blízká, ani žádný jeho zaměstnanec se nepodílel na zpracování zadávací dokumentace shora uvedené veřejné zakázky,</w:t>
      </w:r>
    </w:p>
    <w:p w14:paraId="3FE7131F" w14:textId="77777777"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 nezpracoval nabídku v součinnosti s jiným dodavatelem, který podal nabídku.</w:t>
      </w:r>
    </w:p>
    <w:p w14:paraId="1ED554CB" w14:textId="77777777" w:rsidR="00F560CC" w:rsidRDefault="00F560CC" w:rsidP="00F560CC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p w14:paraId="7922C2FD" w14:textId="77777777" w:rsidR="005E6E6B" w:rsidRDefault="005E6E6B"/>
    <w:sectPr w:rsidR="005E6E6B" w:rsidSect="0030172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318E9" w14:textId="77777777" w:rsidR="00A27EA9" w:rsidRDefault="00A27EA9" w:rsidP="008B35F2">
      <w:r>
        <w:separator/>
      </w:r>
    </w:p>
  </w:endnote>
  <w:endnote w:type="continuationSeparator" w:id="0">
    <w:p w14:paraId="4FAEEE10" w14:textId="77777777"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1066206"/>
      <w:docPartObj>
        <w:docPartGallery w:val="Page Numbers (Bottom of Page)"/>
        <w:docPartUnique/>
      </w:docPartObj>
    </w:sdtPr>
    <w:sdtContent>
      <w:sdt>
        <w:sdtPr>
          <w:id w:val="1624729218"/>
          <w:docPartObj>
            <w:docPartGallery w:val="Page Numbers (Top of Page)"/>
            <w:docPartUnique/>
          </w:docPartObj>
        </w:sdtPr>
        <w:sdtContent>
          <w:p w14:paraId="6BE23ACD" w14:textId="77777777" w:rsidR="00FF3C24" w:rsidRDefault="00FF3C24" w:rsidP="00FF3C24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E5333F" w14:textId="77777777" w:rsidR="00FF3C24" w:rsidRDefault="00FF3C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869598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B17BAD" w14:textId="1887130E" w:rsidR="00FF3C24" w:rsidRDefault="00FF3C24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A3AEBE" w14:textId="77777777" w:rsidR="00FF3C24" w:rsidRDefault="00FF3C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E2B6C" w14:textId="77777777" w:rsidR="00A27EA9" w:rsidRDefault="00A27EA9" w:rsidP="008B35F2">
      <w:r>
        <w:separator/>
      </w:r>
    </w:p>
  </w:footnote>
  <w:footnote w:type="continuationSeparator" w:id="0">
    <w:p w14:paraId="27D90778" w14:textId="77777777"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AD151" w14:textId="77777777" w:rsidR="00301722" w:rsidRDefault="00A433D2" w:rsidP="00301722">
    <w:pPr>
      <w:pStyle w:val="Zhlav"/>
      <w:tabs>
        <w:tab w:val="clear" w:pos="9072"/>
      </w:tabs>
    </w:pPr>
    <w:r>
      <w:rPr>
        <w:noProof/>
      </w:rPr>
      <w:drawing>
        <wp:inline distT="0" distB="0" distL="0" distR="0" wp14:anchorId="30E94F56" wp14:editId="019555B6">
          <wp:extent cx="5391150" cy="77152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AC83" w14:textId="77777777" w:rsidR="005E6E6B" w:rsidRDefault="00A433D2">
    <w:pPr>
      <w:pStyle w:val="Zhlav"/>
    </w:pPr>
    <w:r>
      <w:rPr>
        <w:noProof/>
      </w:rPr>
      <w:drawing>
        <wp:inline distT="0" distB="0" distL="0" distR="0" wp14:anchorId="5905D4D2" wp14:editId="4FC274D9">
          <wp:extent cx="5391150" cy="7715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EA9"/>
    <w:rsid w:val="00020131"/>
    <w:rsid w:val="00035D70"/>
    <w:rsid w:val="000C1CC7"/>
    <w:rsid w:val="001031C9"/>
    <w:rsid w:val="001C4911"/>
    <w:rsid w:val="00285345"/>
    <w:rsid w:val="002A344C"/>
    <w:rsid w:val="002B0F3F"/>
    <w:rsid w:val="00301722"/>
    <w:rsid w:val="003112C8"/>
    <w:rsid w:val="003857DE"/>
    <w:rsid w:val="003A7CA7"/>
    <w:rsid w:val="00437094"/>
    <w:rsid w:val="005E6E6B"/>
    <w:rsid w:val="00704695"/>
    <w:rsid w:val="00764855"/>
    <w:rsid w:val="007A2898"/>
    <w:rsid w:val="007C62D9"/>
    <w:rsid w:val="00822D3F"/>
    <w:rsid w:val="0088438E"/>
    <w:rsid w:val="008B35F2"/>
    <w:rsid w:val="00A01892"/>
    <w:rsid w:val="00A27EA9"/>
    <w:rsid w:val="00A433D2"/>
    <w:rsid w:val="00CA5BBF"/>
    <w:rsid w:val="00CA7B95"/>
    <w:rsid w:val="00D659D9"/>
    <w:rsid w:val="00E65D94"/>
    <w:rsid w:val="00F560CC"/>
    <w:rsid w:val="00F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1CED2B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qFormat/>
    <w:rsid w:val="00F56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A4B8C-92C3-4D79-9C8B-545033B1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6</TotalTime>
  <Pages>2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Dana_Ondrackova</cp:lastModifiedBy>
  <cp:revision>10</cp:revision>
  <cp:lastPrinted>2025-09-10T11:39:00Z</cp:lastPrinted>
  <dcterms:created xsi:type="dcterms:W3CDTF">2022-09-06T08:05:00Z</dcterms:created>
  <dcterms:modified xsi:type="dcterms:W3CDTF">2025-09-10T11:41:00Z</dcterms:modified>
</cp:coreProperties>
</file>